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02" w:rsidRDefault="004451CF" w:rsidP="00F17038">
      <w:pPr>
        <w:rPr>
          <w:color w:val="FFFFFF" w:themeColor="background1"/>
          <w:sz w:val="30"/>
        </w:rPr>
      </w:pPr>
      <w:r>
        <w:rPr>
          <w:color w:val="FFFFFF" w:themeColor="background1"/>
          <w:sz w:val="30"/>
          <w:highlight w:val="black"/>
        </w:rPr>
        <w:t xml:space="preserve">Self-Awareness / </w:t>
      </w:r>
      <w:r w:rsidR="00F17038" w:rsidRPr="00F17038">
        <w:rPr>
          <w:color w:val="FFFFFF" w:themeColor="background1"/>
          <w:sz w:val="30"/>
          <w:highlight w:val="black"/>
        </w:rPr>
        <w:t>Awareness of Others</w:t>
      </w:r>
    </w:p>
    <w:p w:rsidR="00F17038" w:rsidRDefault="00F17038" w:rsidP="00F17038">
      <w:pPr>
        <w:rPr>
          <w:color w:val="FFFFFF" w:themeColor="background1"/>
          <w:sz w:val="30"/>
        </w:rPr>
      </w:pPr>
    </w:p>
    <w:p w:rsidR="00F17038" w:rsidRPr="00F17038" w:rsidRDefault="00F17038" w:rsidP="00F17038">
      <w:pPr>
        <w:rPr>
          <w:color w:val="FFFFFF" w:themeColor="background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"/>
        <w:gridCol w:w="3134"/>
        <w:gridCol w:w="1701"/>
        <w:gridCol w:w="2835"/>
        <w:gridCol w:w="1893"/>
      </w:tblGrid>
      <w:tr w:rsidR="005A1702" w:rsidRPr="00F17038" w:rsidTr="00882F3C">
        <w:trPr>
          <w:trHeight w:val="646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3134" w:type="dxa"/>
            <w:vAlign w:val="center"/>
          </w:tcPr>
          <w:p w:rsidR="005A1702" w:rsidRPr="00F17038" w:rsidRDefault="00882F3C" w:rsidP="00DA1DC5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Situation</w:t>
            </w:r>
          </w:p>
        </w:tc>
        <w:tc>
          <w:tcPr>
            <w:tcW w:w="1701" w:type="dxa"/>
            <w:vAlign w:val="center"/>
          </w:tcPr>
          <w:p w:rsidR="005A1702" w:rsidRPr="004451CF" w:rsidRDefault="005A1702" w:rsidP="004451CF">
            <w:pPr>
              <w:jc w:val="center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 xml:space="preserve">I feel… </w:t>
            </w:r>
          </w:p>
        </w:tc>
        <w:tc>
          <w:tcPr>
            <w:tcW w:w="2835" w:type="dxa"/>
            <w:vAlign w:val="center"/>
          </w:tcPr>
          <w:p w:rsidR="005A1702" w:rsidRPr="004451CF" w:rsidRDefault="005A1702" w:rsidP="005A1702">
            <w:pPr>
              <w:jc w:val="center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I might behave in this way…</w:t>
            </w:r>
          </w:p>
        </w:tc>
        <w:tc>
          <w:tcPr>
            <w:tcW w:w="1893" w:type="dxa"/>
          </w:tcPr>
          <w:p w:rsidR="005A1702" w:rsidRDefault="005A1702" w:rsidP="005A1702">
            <w:pPr>
              <w:jc w:val="center"/>
              <w:rPr>
                <w:color w:val="000000" w:themeColor="text1"/>
                <w:sz w:val="22"/>
                <w:szCs w:val="24"/>
              </w:rPr>
            </w:pPr>
            <w:r>
              <w:rPr>
                <w:color w:val="000000" w:themeColor="text1"/>
                <w:sz w:val="22"/>
                <w:szCs w:val="24"/>
              </w:rPr>
              <w:t>Other people might…</w:t>
            </w: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first join a group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2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I work on my own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3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>
              <w:rPr>
                <w:color w:val="000000" w:themeColor="text1"/>
                <w:sz w:val="20"/>
                <w:szCs w:val="24"/>
              </w:rPr>
              <w:t>When someone doesn’t like me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4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 xml:space="preserve">When someone criticises </w:t>
            </w:r>
            <w:r>
              <w:rPr>
                <w:color w:val="000000" w:themeColor="text1"/>
                <w:sz w:val="20"/>
                <w:szCs w:val="24"/>
              </w:rPr>
              <w:t>me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5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someone praises me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6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>
              <w:rPr>
                <w:color w:val="000000" w:themeColor="text1"/>
                <w:sz w:val="20"/>
                <w:szCs w:val="24"/>
              </w:rPr>
              <w:t>When I am given a responsibility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8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 xml:space="preserve">When I </w:t>
            </w:r>
            <w:r>
              <w:rPr>
                <w:color w:val="000000" w:themeColor="text1"/>
                <w:sz w:val="20"/>
                <w:szCs w:val="24"/>
              </w:rPr>
              <w:t xml:space="preserve">receive bad news 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9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someone cries in front of me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10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 xml:space="preserve">When someone </w:t>
            </w:r>
            <w:r>
              <w:rPr>
                <w:color w:val="000000" w:themeColor="text1"/>
                <w:sz w:val="20"/>
                <w:szCs w:val="24"/>
              </w:rPr>
              <w:t>tells me what to do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11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4451CF">
            <w:pPr>
              <w:rPr>
                <w:color w:val="000000" w:themeColor="text1"/>
                <w:sz w:val="20"/>
                <w:szCs w:val="24"/>
              </w:rPr>
            </w:pPr>
            <w:r>
              <w:rPr>
                <w:color w:val="000000" w:themeColor="text1"/>
                <w:sz w:val="20"/>
                <w:szCs w:val="24"/>
              </w:rPr>
              <w:t>When I can’t do something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12</w:t>
            </w:r>
          </w:p>
        </w:tc>
        <w:tc>
          <w:tcPr>
            <w:tcW w:w="3134" w:type="dxa"/>
            <w:vAlign w:val="center"/>
          </w:tcPr>
          <w:p w:rsidR="005A1702" w:rsidRPr="004451CF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4451CF">
              <w:rPr>
                <w:color w:val="000000" w:themeColor="text1"/>
                <w:sz w:val="20"/>
                <w:szCs w:val="24"/>
              </w:rPr>
              <w:t>When a situation gets out of my control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 w:rsidRPr="00F17038">
              <w:rPr>
                <w:color w:val="000000" w:themeColor="text1"/>
                <w:szCs w:val="24"/>
              </w:rPr>
              <w:t>13</w:t>
            </w:r>
          </w:p>
        </w:tc>
        <w:tc>
          <w:tcPr>
            <w:tcW w:w="3134" w:type="dxa"/>
            <w:vAlign w:val="center"/>
          </w:tcPr>
          <w:p w:rsidR="005A1702" w:rsidRPr="005A1702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5A1702">
              <w:rPr>
                <w:color w:val="000000" w:themeColor="text1"/>
                <w:sz w:val="20"/>
                <w:szCs w:val="24"/>
              </w:rPr>
              <w:t xml:space="preserve">When I think someone is trying to trick or fool me 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</w:tr>
      <w:tr w:rsidR="005A1702" w:rsidRPr="00F17038" w:rsidTr="00882F3C">
        <w:trPr>
          <w:trHeight w:val="907"/>
        </w:trPr>
        <w:tc>
          <w:tcPr>
            <w:tcW w:w="518" w:type="dxa"/>
            <w:vAlign w:val="center"/>
          </w:tcPr>
          <w:p w:rsidR="005A1702" w:rsidRPr="00F17038" w:rsidRDefault="005A1702" w:rsidP="004451CF">
            <w:pPr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14</w:t>
            </w:r>
          </w:p>
        </w:tc>
        <w:tc>
          <w:tcPr>
            <w:tcW w:w="3134" w:type="dxa"/>
            <w:vAlign w:val="center"/>
          </w:tcPr>
          <w:p w:rsidR="005A1702" w:rsidRPr="005A1702" w:rsidRDefault="005A1702" w:rsidP="005A1702">
            <w:pPr>
              <w:rPr>
                <w:color w:val="000000" w:themeColor="text1"/>
                <w:sz w:val="20"/>
                <w:szCs w:val="24"/>
              </w:rPr>
            </w:pPr>
            <w:r w:rsidRPr="005A1702">
              <w:rPr>
                <w:color w:val="000000" w:themeColor="text1"/>
                <w:sz w:val="20"/>
                <w:szCs w:val="24"/>
              </w:rPr>
              <w:t xml:space="preserve">When someone is aggressive or violent towards me </w:t>
            </w:r>
          </w:p>
        </w:tc>
        <w:tc>
          <w:tcPr>
            <w:tcW w:w="1701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</w:p>
        </w:tc>
        <w:tc>
          <w:tcPr>
            <w:tcW w:w="1893" w:type="dxa"/>
          </w:tcPr>
          <w:p w:rsidR="005A1702" w:rsidRPr="00F17038" w:rsidRDefault="005A1702" w:rsidP="004451CF">
            <w:pPr>
              <w:ind w:left="360"/>
              <w:rPr>
                <w:color w:val="000000" w:themeColor="text1"/>
                <w:szCs w:val="24"/>
              </w:rPr>
            </w:pPr>
            <w:bookmarkStart w:id="0" w:name="_GoBack"/>
            <w:bookmarkEnd w:id="0"/>
          </w:p>
        </w:tc>
      </w:tr>
    </w:tbl>
    <w:p w:rsidR="00F17038" w:rsidRPr="00F17038" w:rsidRDefault="00F17038" w:rsidP="00F17038">
      <w:pPr>
        <w:rPr>
          <w:color w:val="000000" w:themeColor="text1"/>
          <w:sz w:val="30"/>
        </w:rPr>
      </w:pPr>
    </w:p>
    <w:p w:rsidR="00F17038" w:rsidRPr="00F17038" w:rsidRDefault="00F17038" w:rsidP="00F17038">
      <w:pPr>
        <w:rPr>
          <w:color w:val="000000" w:themeColor="text1"/>
          <w:sz w:val="30"/>
        </w:rPr>
      </w:pPr>
    </w:p>
    <w:p w:rsidR="004451CF" w:rsidRPr="00F17038" w:rsidRDefault="004451CF">
      <w:pPr>
        <w:rPr>
          <w:color w:val="000000" w:themeColor="text1"/>
          <w:sz w:val="30"/>
        </w:rPr>
      </w:pPr>
    </w:p>
    <w:sectPr w:rsidR="004451CF" w:rsidRPr="00F17038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83721"/>
    <w:multiLevelType w:val="hybridMultilevel"/>
    <w:tmpl w:val="31D4EF7A"/>
    <w:lvl w:ilvl="0" w:tplc="A35C9C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C58DF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C42A0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EAA560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98EF5A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1C276C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B167B5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98C8DC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A265C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038"/>
    <w:rsid w:val="000918FA"/>
    <w:rsid w:val="00267C19"/>
    <w:rsid w:val="00320E87"/>
    <w:rsid w:val="00403D12"/>
    <w:rsid w:val="004451CF"/>
    <w:rsid w:val="004C595D"/>
    <w:rsid w:val="005A1702"/>
    <w:rsid w:val="00882F3C"/>
    <w:rsid w:val="00B25407"/>
    <w:rsid w:val="00D81529"/>
    <w:rsid w:val="00DA1DC5"/>
    <w:rsid w:val="00DB6FDD"/>
    <w:rsid w:val="00E04CEC"/>
    <w:rsid w:val="00EB5187"/>
    <w:rsid w:val="00F17038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0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0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7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919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8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4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8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75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199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0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5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08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05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24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0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96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74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3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1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64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2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3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64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94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7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87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55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4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4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71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57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62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5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29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87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85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38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72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97FA0F2D</Template>
  <TotalTime>45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5</cp:revision>
  <cp:lastPrinted>2016-07-11T11:44:00Z</cp:lastPrinted>
  <dcterms:created xsi:type="dcterms:W3CDTF">2016-10-31T16:01:00Z</dcterms:created>
  <dcterms:modified xsi:type="dcterms:W3CDTF">2017-12-01T09:39:00Z</dcterms:modified>
</cp:coreProperties>
</file>